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6B" w:rsidRDefault="00D27D5E" w:rsidP="00274A89">
      <w:pPr>
        <w:jc w:val="center"/>
        <w:rPr>
          <w:b/>
          <w:sz w:val="56"/>
          <w:szCs w:val="56"/>
          <w:u w:val="single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1" locked="0" layoutInCell="1" allowOverlap="1" wp14:anchorId="7FBBC74B" wp14:editId="61D9866C">
            <wp:simplePos x="0" y="0"/>
            <wp:positionH relativeFrom="column">
              <wp:posOffset>-819150</wp:posOffset>
            </wp:positionH>
            <wp:positionV relativeFrom="paragraph">
              <wp:posOffset>-746125</wp:posOffset>
            </wp:positionV>
            <wp:extent cx="838200" cy="838200"/>
            <wp:effectExtent l="133350" t="133350" r="114300" b="133350"/>
            <wp:wrapTight wrapText="bothSides">
              <wp:wrapPolygon edited="0">
                <wp:start x="20177" y="-788"/>
                <wp:lineTo x="2849" y="-7697"/>
                <wp:lineTo x="-2969" y="6895"/>
                <wp:lineTo x="-1145" y="7623"/>
                <wp:lineTo x="-4054" y="14918"/>
                <wp:lineTo x="-863" y="16191"/>
                <wp:lineTo x="-1131" y="20841"/>
                <wp:lineTo x="1149" y="21750"/>
                <wp:lineTo x="13729" y="22009"/>
                <wp:lineTo x="22385" y="17533"/>
                <wp:lineTo x="22457" y="122"/>
                <wp:lineTo x="20177" y="-788"/>
              </wp:wrapPolygon>
            </wp:wrapTight>
            <wp:docPr id="3" name="il_fi" descr="http://www.teripets.com/images/items/toys/PurpleTeddyB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ripets.com/images/items/toys/PurpleTeddyBea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95690"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A89" w:rsidRPr="00274A89">
        <w:rPr>
          <w:b/>
          <w:sz w:val="56"/>
          <w:szCs w:val="56"/>
          <w:u w:val="single"/>
        </w:rPr>
        <w:t xml:space="preserve">I asked the old monk </w:t>
      </w:r>
      <w:proofErr w:type="gramStart"/>
      <w:r w:rsidR="00274A89" w:rsidRPr="00274A89">
        <w:rPr>
          <w:b/>
          <w:sz w:val="56"/>
          <w:szCs w:val="56"/>
          <w:u w:val="single"/>
        </w:rPr>
        <w:t>who  could</w:t>
      </w:r>
      <w:proofErr w:type="gramEnd"/>
      <w:r w:rsidR="00274A89" w:rsidRPr="00274A89">
        <w:rPr>
          <w:b/>
          <w:sz w:val="56"/>
          <w:szCs w:val="56"/>
          <w:u w:val="single"/>
        </w:rPr>
        <w:t xml:space="preserve"> not see</w:t>
      </w:r>
      <w:r w:rsidR="00274A89">
        <w:rPr>
          <w:b/>
          <w:sz w:val="56"/>
          <w:szCs w:val="56"/>
          <w:u w:val="single"/>
        </w:rPr>
        <w:t xml:space="preserve"> </w:t>
      </w:r>
    </w:p>
    <w:p w:rsidR="00C04403" w:rsidRPr="00D27D5E" w:rsidRDefault="00274A89" w:rsidP="00274A89">
      <w:pPr>
        <w:rPr>
          <w:sz w:val="40"/>
          <w:szCs w:val="40"/>
        </w:rPr>
      </w:pPr>
      <w:r w:rsidRPr="00D27D5E">
        <w:rPr>
          <w:sz w:val="40"/>
          <w:szCs w:val="40"/>
        </w:rPr>
        <w:t>I asked the old monk who cannot see “and what is colour like?” Why red said he.</w:t>
      </w:r>
    </w:p>
    <w:p w:rsidR="00D27D5E" w:rsidRDefault="00D27D5E" w:rsidP="00274A89">
      <w:pPr>
        <w:rPr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9264" behindDoc="1" locked="0" layoutInCell="1" allowOverlap="1" wp14:anchorId="3E25361B" wp14:editId="34998A04">
            <wp:simplePos x="0" y="0"/>
            <wp:positionH relativeFrom="column">
              <wp:posOffset>-523875</wp:posOffset>
            </wp:positionH>
            <wp:positionV relativeFrom="paragraph">
              <wp:posOffset>4006850</wp:posOffset>
            </wp:positionV>
            <wp:extent cx="6419850" cy="3740150"/>
            <wp:effectExtent l="0" t="0" r="0" b="0"/>
            <wp:wrapTight wrapText="bothSides">
              <wp:wrapPolygon edited="0">
                <wp:start x="0" y="0"/>
                <wp:lineTo x="0" y="21453"/>
                <wp:lineTo x="21536" y="21453"/>
                <wp:lineTo x="21536" y="0"/>
                <wp:lineTo x="0" y="0"/>
              </wp:wrapPolygon>
            </wp:wrapTight>
            <wp:docPr id="4" name="il_fi" descr="http://1.bp.blogspot.com/_dQ5l0FgQLcs/TKptZ6iV5hI/AAAAAAAAUs4/hRoh26AJUss/s1600/thu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dQ5l0FgQLcs/TKptZ6iV5hI/AAAAAAAAUs4/hRoh26AJUss/s1600/thun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374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A89" w:rsidRPr="00D27D5E">
        <w:rPr>
          <w:sz w:val="40"/>
          <w:szCs w:val="40"/>
        </w:rPr>
        <w:t xml:space="preserve">Is like the determination burning in a athletes </w:t>
      </w:r>
      <w:r w:rsidR="00C04403" w:rsidRPr="00D27D5E">
        <w:rPr>
          <w:sz w:val="40"/>
          <w:szCs w:val="40"/>
        </w:rPr>
        <w:t>eyes; gooey</w:t>
      </w:r>
      <w:r w:rsidR="00274A89" w:rsidRPr="00D27D5E">
        <w:rPr>
          <w:sz w:val="40"/>
          <w:szCs w:val="40"/>
        </w:rPr>
        <w:t xml:space="preserve"> fudge brownies that is</w:t>
      </w:r>
      <w:r w:rsidR="00E90E6F" w:rsidRPr="00D27D5E">
        <w:rPr>
          <w:sz w:val="40"/>
          <w:szCs w:val="40"/>
        </w:rPr>
        <w:t xml:space="preserve"> </w:t>
      </w:r>
      <w:r w:rsidR="00C04403" w:rsidRPr="00D27D5E">
        <w:rPr>
          <w:sz w:val="40"/>
          <w:szCs w:val="40"/>
        </w:rPr>
        <w:t xml:space="preserve">brown; yellow is a lions golden mane drifting in the wind; blue is the bubbling berry juices flowing down your throat; black is the solemn darkness engulfing the land around </w:t>
      </w:r>
      <w:proofErr w:type="spellStart"/>
      <w:r w:rsidR="00C04403" w:rsidRPr="00D27D5E">
        <w:rPr>
          <w:sz w:val="40"/>
          <w:szCs w:val="40"/>
        </w:rPr>
        <w:t>you</w:t>
      </w:r>
      <w:proofErr w:type="gramStart"/>
      <w:r w:rsidR="00C04403" w:rsidRPr="00D27D5E">
        <w:rPr>
          <w:sz w:val="40"/>
          <w:szCs w:val="40"/>
        </w:rPr>
        <w:t>;and</w:t>
      </w:r>
      <w:proofErr w:type="spellEnd"/>
      <w:proofErr w:type="gramEnd"/>
      <w:r w:rsidR="00C04403" w:rsidRPr="00D27D5E">
        <w:rPr>
          <w:sz w:val="40"/>
          <w:szCs w:val="40"/>
        </w:rPr>
        <w:t xml:space="preserve"> I think that gold is the sun drifting under</w:t>
      </w:r>
      <w:r w:rsidRPr="00D27D5E">
        <w:rPr>
          <w:sz w:val="40"/>
          <w:szCs w:val="40"/>
        </w:rPr>
        <w:t xml:space="preserve"> the </w:t>
      </w:r>
      <w:proofErr w:type="spellStart"/>
      <w:r w:rsidRPr="00D27D5E">
        <w:rPr>
          <w:sz w:val="40"/>
          <w:szCs w:val="40"/>
        </w:rPr>
        <w:t>horizon;White</w:t>
      </w:r>
      <w:proofErr w:type="spellEnd"/>
      <w:r w:rsidRPr="00D27D5E">
        <w:rPr>
          <w:sz w:val="40"/>
          <w:szCs w:val="40"/>
        </w:rPr>
        <w:t xml:space="preserve"> is the gleam of your teachers </w:t>
      </w:r>
      <w:proofErr w:type="spellStart"/>
      <w:r w:rsidRPr="00D27D5E">
        <w:rPr>
          <w:sz w:val="40"/>
          <w:szCs w:val="40"/>
        </w:rPr>
        <w:t>teath</w:t>
      </w:r>
      <w:proofErr w:type="spellEnd"/>
      <w:r w:rsidRPr="00D27D5E">
        <w:rPr>
          <w:sz w:val="40"/>
          <w:szCs w:val="40"/>
        </w:rPr>
        <w:t xml:space="preserve"> gleaming down at your work and purple is the snuggly warmth of </w:t>
      </w:r>
      <w:proofErr w:type="spellStart"/>
      <w:r w:rsidRPr="00D27D5E">
        <w:rPr>
          <w:sz w:val="40"/>
          <w:szCs w:val="40"/>
        </w:rPr>
        <w:t>you</w:t>
      </w:r>
      <w:proofErr w:type="spellEnd"/>
      <w:r w:rsidRPr="00D27D5E">
        <w:rPr>
          <w:sz w:val="40"/>
          <w:szCs w:val="40"/>
        </w:rPr>
        <w:t xml:space="preserve"> favourite teddy filling your heart with happiness</w:t>
      </w:r>
      <w:r>
        <w:rPr>
          <w:sz w:val="40"/>
          <w:szCs w:val="40"/>
        </w:rPr>
        <w:t>.</w:t>
      </w:r>
      <w:bookmarkStart w:id="0" w:name="_GoBack"/>
      <w:bookmarkEnd w:id="0"/>
      <w:r>
        <w:rPr>
          <w:sz w:val="40"/>
          <w:szCs w:val="40"/>
        </w:rPr>
        <w:t xml:space="preserve"> </w:t>
      </w:r>
    </w:p>
    <w:p w:rsidR="00D27D5E" w:rsidRDefault="00D27D5E" w:rsidP="00274A89">
      <w:pPr>
        <w:rPr>
          <w:sz w:val="40"/>
          <w:szCs w:val="40"/>
        </w:rPr>
      </w:pPr>
    </w:p>
    <w:p w:rsidR="00D27D5E" w:rsidRDefault="00D27D5E" w:rsidP="00274A89">
      <w:pPr>
        <w:rPr>
          <w:sz w:val="40"/>
          <w:szCs w:val="40"/>
        </w:rPr>
      </w:pPr>
    </w:p>
    <w:p w:rsidR="00D27D5E" w:rsidRDefault="00D27D5E" w:rsidP="00274A89">
      <w:pPr>
        <w:rPr>
          <w:sz w:val="40"/>
          <w:szCs w:val="40"/>
        </w:rPr>
      </w:pPr>
    </w:p>
    <w:p w:rsidR="00D27D5E" w:rsidRDefault="00D27D5E" w:rsidP="00274A89">
      <w:pPr>
        <w:rPr>
          <w:sz w:val="40"/>
          <w:szCs w:val="40"/>
        </w:rPr>
      </w:pPr>
    </w:p>
    <w:p w:rsidR="00274A89" w:rsidRPr="00D27D5E" w:rsidRDefault="00E90E6F" w:rsidP="00274A89">
      <w:pPr>
        <w:rPr>
          <w:sz w:val="40"/>
          <w:szCs w:val="40"/>
        </w:rPr>
      </w:pPr>
      <w:r w:rsidRPr="00D27D5E">
        <w:rPr>
          <w:noProof/>
          <w:vanish/>
          <w:sz w:val="40"/>
          <w:szCs w:val="40"/>
          <w:lang w:eastAsia="en-NZ"/>
        </w:rPr>
        <w:drawing>
          <wp:inline distT="0" distB="0" distL="0" distR="0" wp14:anchorId="285E61B0" wp14:editId="47D65D00">
            <wp:extent cx="742950" cy="742950"/>
            <wp:effectExtent l="0" t="0" r="0" b="0"/>
            <wp:docPr id="2" name="Picture 2" descr="http://t2.gstatic.com/images?q=tbn:ANd9GcThveCCLzQd04LwFBM53k4bzJ0fuaNTTk5xoGiZRUO4RKc1o_bm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hveCCLzQd04LwFBM53k4bzJ0fuaNTTk5xoGiZRUO4RKc1o_bmI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D5E">
        <w:rPr>
          <w:rFonts w:ascii="Arial" w:hAnsi="Arial" w:cs="Arial"/>
          <w:noProof/>
          <w:vanish/>
          <w:color w:val="0000FF"/>
          <w:sz w:val="40"/>
          <w:szCs w:val="40"/>
          <w:lang w:eastAsia="en-NZ"/>
        </w:rPr>
        <w:drawing>
          <wp:inline distT="0" distB="0" distL="0" distR="0" wp14:anchorId="05BAAE75" wp14:editId="65C36FBB">
            <wp:extent cx="742950" cy="742950"/>
            <wp:effectExtent l="0" t="0" r="0" b="0"/>
            <wp:docPr id="1" name="rg_hi" descr="http://t2.gstatic.com/images?q=tbn:ANd9GcThveCCLzQd04LwFBM53k4bzJ0fuaNTTk5xoGiZRUO4RKc1o_bm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hveCCLzQd04LwFBM53k4bzJ0fuaNTTk5xoGiZRUO4RKc1o_bmI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4A89" w:rsidRPr="00D27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89"/>
    <w:rsid w:val="000C6F13"/>
    <w:rsid w:val="00274A89"/>
    <w:rsid w:val="00601A6B"/>
    <w:rsid w:val="00C04403"/>
    <w:rsid w:val="00D27D5E"/>
    <w:rsid w:val="00E9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E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co.nz/imgres?imgurl=http://www.teripets.com/images/items/toys/PurpleTeddyBear.gif&amp;imgrefurl=http://www.teripets.com/news.teri?y=2005&amp;m=9&amp;usg=__1U1049gHYXW299X22VdrV0CVkkA=&amp;h=90&amp;w=90&amp;sz=4&amp;hl=en&amp;start=42&amp;zoom=1&amp;tbnid=RX7m_nGI6jM5OM:&amp;tbnh=78&amp;tbnw=78&amp;ei=f9SkTeHaCsLlrAe98eTjCQ&amp;prev=/search?q=cute+purple+teddys&amp;um=1&amp;hl=en&amp;safe=active&amp;rls=com.microsoft:en-nz:IE-Address&amp;rlz=1I7ADRA_en&amp;biw=1891&amp;bih=870&amp;tbm=isch&amp;um=1&amp;itbs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85FF2CF0</Template>
  <TotalTime>33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4</cp:revision>
  <dcterms:created xsi:type="dcterms:W3CDTF">2011-04-12T22:21:00Z</dcterms:created>
  <dcterms:modified xsi:type="dcterms:W3CDTF">2011-04-14T22:43:00Z</dcterms:modified>
</cp:coreProperties>
</file>